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6BDE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79139E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9669EEB" w14:textId="2635244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5553D7">
        <w:rPr>
          <w:rFonts w:ascii="Corbel" w:hAnsi="Corbel"/>
          <w:i/>
          <w:smallCaps/>
          <w:sz w:val="24"/>
          <w:szCs w:val="24"/>
        </w:rPr>
        <w:t>2024-2027</w:t>
      </w:r>
    </w:p>
    <w:p w14:paraId="00EB74F7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3F2E82B" w14:textId="080D6150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5553D7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5553D7">
        <w:rPr>
          <w:rFonts w:ascii="Corbel" w:hAnsi="Corbel"/>
          <w:sz w:val="20"/>
          <w:szCs w:val="20"/>
        </w:rPr>
        <w:t>6</w:t>
      </w:r>
    </w:p>
    <w:p w14:paraId="78C19B8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BB54BF2" w14:textId="77777777" w:rsidTr="00B819C8">
        <w:tc>
          <w:tcPr>
            <w:tcW w:w="2694" w:type="dxa"/>
            <w:vAlign w:val="center"/>
          </w:tcPr>
          <w:p w14:paraId="3679650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25EB00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dstawy terapii pedagogicznej</w:t>
            </w:r>
          </w:p>
        </w:tc>
      </w:tr>
      <w:tr w:rsidR="0085747A" w:rsidRPr="00B169DF" w14:paraId="1B583382" w14:textId="77777777" w:rsidTr="00B819C8">
        <w:tc>
          <w:tcPr>
            <w:tcW w:w="2694" w:type="dxa"/>
            <w:vAlign w:val="center"/>
          </w:tcPr>
          <w:p w14:paraId="052F60C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A162C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412ACA1" w14:textId="77777777" w:rsidTr="00B819C8">
        <w:tc>
          <w:tcPr>
            <w:tcW w:w="2694" w:type="dxa"/>
            <w:vAlign w:val="center"/>
          </w:tcPr>
          <w:p w14:paraId="21BCBE52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DE1D3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8C86AE2" w14:textId="77777777" w:rsidTr="00B819C8">
        <w:tc>
          <w:tcPr>
            <w:tcW w:w="2694" w:type="dxa"/>
            <w:vAlign w:val="center"/>
          </w:tcPr>
          <w:p w14:paraId="1B756F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40D2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BCA9DD3" w14:textId="77777777" w:rsidTr="00B819C8">
        <w:tc>
          <w:tcPr>
            <w:tcW w:w="2694" w:type="dxa"/>
            <w:vAlign w:val="center"/>
          </w:tcPr>
          <w:p w14:paraId="6BB958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8665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60D608A" w14:textId="77777777" w:rsidTr="00B819C8">
        <w:tc>
          <w:tcPr>
            <w:tcW w:w="2694" w:type="dxa"/>
            <w:vAlign w:val="center"/>
          </w:tcPr>
          <w:p w14:paraId="3715846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85AB6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0959001" w14:textId="77777777" w:rsidTr="00B819C8">
        <w:tc>
          <w:tcPr>
            <w:tcW w:w="2694" w:type="dxa"/>
            <w:vAlign w:val="center"/>
          </w:tcPr>
          <w:p w14:paraId="5A3D6AF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3D87F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681C30B" w14:textId="77777777" w:rsidTr="00B819C8">
        <w:tc>
          <w:tcPr>
            <w:tcW w:w="2694" w:type="dxa"/>
            <w:vAlign w:val="center"/>
          </w:tcPr>
          <w:p w14:paraId="74C2539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D123E" w14:textId="10442A2B" w:rsidR="0085747A" w:rsidRPr="00B169DF" w:rsidRDefault="00463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656B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14:paraId="57DBC361" w14:textId="77777777" w:rsidTr="00B819C8">
        <w:tc>
          <w:tcPr>
            <w:tcW w:w="2694" w:type="dxa"/>
            <w:vAlign w:val="center"/>
          </w:tcPr>
          <w:p w14:paraId="2B2453C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AE46B8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0D8C9F5" w14:textId="77777777" w:rsidTr="00B819C8">
        <w:tc>
          <w:tcPr>
            <w:tcW w:w="2694" w:type="dxa"/>
            <w:vAlign w:val="center"/>
          </w:tcPr>
          <w:p w14:paraId="24E345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ECCF48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6CAF234C" w14:textId="77777777" w:rsidTr="00B819C8">
        <w:tc>
          <w:tcPr>
            <w:tcW w:w="2694" w:type="dxa"/>
            <w:vAlign w:val="center"/>
          </w:tcPr>
          <w:p w14:paraId="57C89C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4A51D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E127C24" w14:textId="77777777" w:rsidTr="00B819C8">
        <w:tc>
          <w:tcPr>
            <w:tcW w:w="2694" w:type="dxa"/>
            <w:vAlign w:val="center"/>
          </w:tcPr>
          <w:p w14:paraId="15EA0BA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CEC96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21A73B6" w14:textId="77777777" w:rsidTr="00B819C8">
        <w:tc>
          <w:tcPr>
            <w:tcW w:w="2694" w:type="dxa"/>
            <w:vAlign w:val="center"/>
          </w:tcPr>
          <w:p w14:paraId="5631629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0424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D5B42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06D2E5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8695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0F353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57551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07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D33AD8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03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FCE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91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67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6E1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C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00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620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EA5B1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683A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56CE" w14:textId="77777777" w:rsidR="00015B8F" w:rsidRPr="00B169DF" w:rsidRDefault="00463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FF97" w14:textId="77777777" w:rsidR="00015B8F" w:rsidRPr="00B169DF" w:rsidRDefault="00463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2D2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2CB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7D1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69D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90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01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2E73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7B4CF0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8B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0E9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ED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8D5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C8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2B8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746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045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4A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32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B567A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57596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0D7A1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910BA1C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1C0BF8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7F91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E7918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88814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9329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195D39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E25B4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0811D29" w14:textId="77777777" w:rsidTr="00745302">
        <w:tc>
          <w:tcPr>
            <w:tcW w:w="9670" w:type="dxa"/>
          </w:tcPr>
          <w:p w14:paraId="45D4D1CA" w14:textId="77777777" w:rsidR="0085747A" w:rsidRPr="00B169DF" w:rsidRDefault="008D4F4F" w:rsidP="000367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</w:t>
            </w:r>
            <w:r w:rsidR="00036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wej, wychowawczej i klinicznej; diagnostyki pedagogicznej. </w:t>
            </w:r>
          </w:p>
        </w:tc>
      </w:tr>
    </w:tbl>
    <w:p w14:paraId="44485B2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DDB5E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298CE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3859A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BD332A2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A576A94" w14:textId="77777777" w:rsidTr="00923D7D">
        <w:tc>
          <w:tcPr>
            <w:tcW w:w="851" w:type="dxa"/>
            <w:vAlign w:val="center"/>
          </w:tcPr>
          <w:p w14:paraId="104A2CB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26DB5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ktycznych z zakresu terapii pedagogicznej. Rozumienie pojęć, celów, form i zasad terapii pedagogicznej.</w:t>
            </w:r>
          </w:p>
        </w:tc>
      </w:tr>
      <w:tr w:rsidR="0085747A" w:rsidRPr="00B169DF" w14:paraId="16828C4B" w14:textId="77777777" w:rsidTr="00923D7D">
        <w:tc>
          <w:tcPr>
            <w:tcW w:w="851" w:type="dxa"/>
            <w:vAlign w:val="center"/>
          </w:tcPr>
          <w:p w14:paraId="66A0A7F3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57FC9B" w14:textId="77777777" w:rsidR="0085747A" w:rsidRPr="00B169DF" w:rsidRDefault="006B6893" w:rsidP="00C922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312B069C" w14:textId="77777777" w:rsidTr="00923D7D">
        <w:tc>
          <w:tcPr>
            <w:tcW w:w="851" w:type="dxa"/>
            <w:vAlign w:val="center"/>
          </w:tcPr>
          <w:p w14:paraId="294CE5C0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16BBB0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h w terapii pedagogicznej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. Nabycie przez studenta umiejętności two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 xml:space="preserve">rzenia struktury zajęć w tym zakresie. </w:t>
            </w:r>
          </w:p>
        </w:tc>
      </w:tr>
      <w:tr w:rsidR="00DC35B8" w:rsidRPr="00B169DF" w14:paraId="13F6A307" w14:textId="77777777" w:rsidTr="00923D7D">
        <w:tc>
          <w:tcPr>
            <w:tcW w:w="851" w:type="dxa"/>
            <w:vAlign w:val="center"/>
          </w:tcPr>
          <w:p w14:paraId="5AA966F0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DEDDFB" w14:textId="77777777" w:rsidR="00DC35B8" w:rsidRPr="00DC35B8" w:rsidRDefault="00C9221D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oznanie aktualnych tendencji w zakresie terapii, zdobyć elementarną wiedzę 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temat utrudnień rozwojowych 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uczniów ze specjalnymi potrzebami, działalnością profilaktyczną w postępowaniu terapeutycznym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77D909E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5DABE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0986D6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FFF0D66" w14:textId="77777777" w:rsidTr="0071620A">
        <w:tc>
          <w:tcPr>
            <w:tcW w:w="1701" w:type="dxa"/>
            <w:vAlign w:val="center"/>
          </w:tcPr>
          <w:p w14:paraId="42A9A98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9D18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48CD7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0DBF247" w14:textId="77777777" w:rsidTr="005E6E85">
        <w:tc>
          <w:tcPr>
            <w:tcW w:w="1701" w:type="dxa"/>
          </w:tcPr>
          <w:p w14:paraId="66B1D140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EB5843A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edzę na temat specyfiki terapii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podstawowe metody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i techniki terapii pedagogicznej,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249E8834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14776101" w14:textId="77777777" w:rsidTr="005E6E85">
        <w:tc>
          <w:tcPr>
            <w:tcW w:w="1701" w:type="dxa"/>
          </w:tcPr>
          <w:p w14:paraId="40EA8142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6D975E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przedstawia teoretyczne podst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awy przebiegu procesów rozwojowych dzieci i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owania osób z zaburzeniami zachowania.</w:t>
            </w:r>
          </w:p>
        </w:tc>
        <w:tc>
          <w:tcPr>
            <w:tcW w:w="1873" w:type="dxa"/>
          </w:tcPr>
          <w:p w14:paraId="2A54DB8C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082B6F8E" w14:textId="77777777" w:rsidTr="005E6E85">
        <w:tc>
          <w:tcPr>
            <w:tcW w:w="1701" w:type="dxa"/>
          </w:tcPr>
          <w:p w14:paraId="42D1205B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D3175A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prowadzącej terapię pedagogiczną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1C33BECD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26A2F46" w14:textId="77777777" w:rsidTr="005E6E85">
        <w:tc>
          <w:tcPr>
            <w:tcW w:w="1701" w:type="dxa"/>
          </w:tcPr>
          <w:p w14:paraId="05634D17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912F2A" w14:textId="77777777" w:rsidR="004C2E66" w:rsidRPr="004C2E66" w:rsidRDefault="006B6893" w:rsidP="00C92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ciwego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CB46DB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14F0705F" w14:textId="77777777" w:rsidTr="005E6E85">
        <w:tc>
          <w:tcPr>
            <w:tcW w:w="1701" w:type="dxa"/>
          </w:tcPr>
          <w:p w14:paraId="6EA489F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94D942F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703AA59D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C2E66" w:rsidRPr="00B169DF" w14:paraId="25C74E3D" w14:textId="77777777" w:rsidTr="005E6E85">
        <w:tc>
          <w:tcPr>
            <w:tcW w:w="1701" w:type="dxa"/>
          </w:tcPr>
          <w:p w14:paraId="6713BB8F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B0F4EFD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562B49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6A112E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175B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A4CC0FF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6045730B" w14:textId="77777777" w:rsidTr="00BB7F25">
        <w:tc>
          <w:tcPr>
            <w:tcW w:w="9639" w:type="dxa"/>
          </w:tcPr>
          <w:p w14:paraId="4D94CB3B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2A4AFCA" w14:textId="77777777" w:rsidTr="00BB7F25">
        <w:tc>
          <w:tcPr>
            <w:tcW w:w="9639" w:type="dxa"/>
          </w:tcPr>
          <w:p w14:paraId="635B5A51" w14:textId="77777777" w:rsidR="005E4389" w:rsidRPr="00C9221D" w:rsidRDefault="00C9221D" w:rsidP="00C922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podstawową terminologie</w:t>
            </w:r>
            <w:r w:rsidR="00036768" w:rsidRPr="00036768">
              <w:rPr>
                <w:rFonts w:ascii="Corbel" w:hAnsi="Corbel"/>
                <w:sz w:val="24"/>
                <w:szCs w:val="24"/>
              </w:rPr>
              <w:t xml:space="preserve"> z dziedzin: pedagogika </w:t>
            </w:r>
            <w:proofErr w:type="spellStart"/>
            <w:r w:rsidR="00036768" w:rsidRPr="00036768">
              <w:rPr>
                <w:rFonts w:ascii="Corbel" w:hAnsi="Corbel"/>
                <w:sz w:val="24"/>
                <w:szCs w:val="24"/>
              </w:rPr>
              <w:t>kore</w:t>
            </w:r>
            <w:r>
              <w:rPr>
                <w:rFonts w:ascii="Corbel" w:hAnsi="Corbel"/>
                <w:sz w:val="24"/>
                <w:szCs w:val="24"/>
              </w:rPr>
              <w:t>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kompensacyjna, terapia </w:t>
            </w:r>
            <w:r w:rsidR="00036768" w:rsidRPr="00C9221D">
              <w:rPr>
                <w:rFonts w:ascii="Corbel" w:hAnsi="Corbel"/>
                <w:sz w:val="24"/>
                <w:szCs w:val="24"/>
              </w:rPr>
              <w:t xml:space="preserve">pedagogiczna, pomoc </w:t>
            </w:r>
            <w:proofErr w:type="spellStart"/>
            <w:r w:rsidR="00036768" w:rsidRPr="00C9221D">
              <w:rPr>
                <w:rFonts w:ascii="Corbel" w:hAnsi="Corbel"/>
                <w:sz w:val="24"/>
                <w:szCs w:val="24"/>
              </w:rPr>
              <w:t>psyc</w:t>
            </w:r>
            <w:r>
              <w:rPr>
                <w:rFonts w:ascii="Corbel" w:hAnsi="Corbel"/>
                <w:sz w:val="24"/>
                <w:szCs w:val="24"/>
              </w:rPr>
              <w:t>hologiczno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pedagogiczna.</w:t>
            </w:r>
          </w:p>
        </w:tc>
      </w:tr>
      <w:tr w:rsidR="005E4389" w:rsidRPr="00B169DF" w14:paraId="5A30427F" w14:textId="77777777" w:rsidTr="00BB7F25">
        <w:tc>
          <w:tcPr>
            <w:tcW w:w="9639" w:type="dxa"/>
          </w:tcPr>
          <w:p w14:paraId="42F8B478" w14:textId="77777777" w:rsidR="005E4389" w:rsidRPr="005402B4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Cele, zasady, metody, formy organizacy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jne terapii pedagogicznej wobec </w:t>
            </w:r>
            <w:r w:rsidRPr="005402B4">
              <w:rPr>
                <w:rFonts w:ascii="Corbel" w:hAnsi="Corbel"/>
                <w:sz w:val="24"/>
                <w:szCs w:val="24"/>
              </w:rPr>
              <w:t>specyficznych trudności w uczeniu się i s</w:t>
            </w:r>
            <w:r w:rsidR="005402B4" w:rsidRPr="005402B4">
              <w:rPr>
                <w:rFonts w:ascii="Corbel" w:hAnsi="Corbel"/>
                <w:sz w:val="24"/>
                <w:szCs w:val="24"/>
              </w:rPr>
              <w:t xml:space="preserve">pecjalnych potrzeb edukacyjnych </w:t>
            </w:r>
            <w:r w:rsidRPr="005402B4">
              <w:rPr>
                <w:rFonts w:ascii="Corbel" w:hAnsi="Corbel"/>
                <w:sz w:val="24"/>
                <w:szCs w:val="24"/>
              </w:rPr>
              <w:t>uczniów</w:t>
            </w:r>
          </w:p>
        </w:tc>
      </w:tr>
      <w:tr w:rsidR="005E4389" w:rsidRPr="00B169DF" w14:paraId="6431A4CB" w14:textId="77777777" w:rsidTr="00BB7F25">
        <w:tc>
          <w:tcPr>
            <w:tcW w:w="9639" w:type="dxa"/>
          </w:tcPr>
          <w:p w14:paraId="0873F95A" w14:textId="77777777" w:rsidR="005E4389" w:rsidRPr="00C9221D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Specyfika procesu terapeutyczno-wychowawczego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Teoria procesu wychowawczego A. </w:t>
            </w:r>
            <w:proofErr w:type="spellStart"/>
            <w:r w:rsidRPr="00C9221D">
              <w:rPr>
                <w:rFonts w:ascii="Corbel" w:hAnsi="Corbel"/>
                <w:sz w:val="24"/>
                <w:szCs w:val="24"/>
              </w:rPr>
              <w:t>Guryckiej</w:t>
            </w:r>
            <w:proofErr w:type="spellEnd"/>
            <w:r w:rsidRPr="00C9221D">
              <w:rPr>
                <w:rFonts w:ascii="Corbel" w:hAnsi="Corbel"/>
                <w:sz w:val="24"/>
                <w:szCs w:val="24"/>
              </w:rPr>
              <w:t>; komponenty procesu terapeutyczno-wychowawczego oraz kategorie wpływów terapeutycznych.</w:t>
            </w:r>
          </w:p>
        </w:tc>
      </w:tr>
      <w:tr w:rsidR="005E4389" w:rsidRPr="00B169DF" w14:paraId="1834A6F8" w14:textId="77777777" w:rsidTr="00BB7F25">
        <w:tc>
          <w:tcPr>
            <w:tcW w:w="9639" w:type="dxa"/>
          </w:tcPr>
          <w:p w14:paraId="5F8BFB4D" w14:textId="77777777" w:rsidR="005E4389" w:rsidRPr="005E4389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Pojęcia specyficznych trudności w uczeniu się,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 ryzyka i dysleksji rozwojowej, </w:t>
            </w:r>
            <w:r w:rsidRPr="00036768">
              <w:rPr>
                <w:rFonts w:ascii="Corbel" w:hAnsi="Corbel"/>
                <w:sz w:val="24"/>
                <w:szCs w:val="24"/>
              </w:rPr>
              <w:t>dysgrafii, dysortografii, dyskalkulii leksykalnej</w:t>
            </w:r>
          </w:p>
        </w:tc>
      </w:tr>
      <w:tr w:rsidR="005E4389" w:rsidRPr="00B169DF" w14:paraId="20ACA6C7" w14:textId="77777777" w:rsidTr="00BB7F25">
        <w:tc>
          <w:tcPr>
            <w:tcW w:w="9639" w:type="dxa"/>
          </w:tcPr>
          <w:p w14:paraId="36F64472" w14:textId="77777777" w:rsidR="005E4389" w:rsidRPr="005E4389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terapii pedagogicznej.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 Podstawowe założenia koncepcyjne w pracy nauczyciela – terapeuty pedagogicznego</w:t>
            </w:r>
          </w:p>
        </w:tc>
      </w:tr>
      <w:tr w:rsidR="00BE39F3" w:rsidRPr="00B169DF" w14:paraId="435428C5" w14:textId="77777777" w:rsidTr="00BB7F25">
        <w:tc>
          <w:tcPr>
            <w:tcW w:w="9639" w:type="dxa"/>
          </w:tcPr>
          <w:p w14:paraId="1A86E036" w14:textId="77777777" w:rsidR="00C9221D" w:rsidRPr="00C9221D" w:rsidRDefault="00C9221D" w:rsidP="00C92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Rodzaje oddziaływań terapeutycznych wobec dziecka z grupy ryzyka specyficznych trudności w uczeniu się oraz ucznia ze specyficznymi trudnościami w uczeniu się czytania, pisania i liczenia: korekcja, kompensacja, usprawnianie, dynamizowanie (budowanie i wzmacnianie motywacji), terapia podtrzymująca.</w:t>
            </w:r>
          </w:p>
        </w:tc>
      </w:tr>
    </w:tbl>
    <w:p w14:paraId="0EACED67" w14:textId="77777777" w:rsidR="005E4389" w:rsidRDefault="005E4389" w:rsidP="00C922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B1C481C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071CC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6E810D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0378CD" w14:textId="77777777" w:rsidTr="00923D7D">
        <w:tc>
          <w:tcPr>
            <w:tcW w:w="9639" w:type="dxa"/>
          </w:tcPr>
          <w:p w14:paraId="1FDB6020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A6E4AC9" w14:textId="77777777" w:rsidTr="00C9221D">
        <w:trPr>
          <w:trHeight w:val="168"/>
        </w:trPr>
        <w:tc>
          <w:tcPr>
            <w:tcW w:w="9639" w:type="dxa"/>
          </w:tcPr>
          <w:p w14:paraId="263E2DC3" w14:textId="77777777" w:rsidR="0085747A" w:rsidRPr="00DF0856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i realizacja zajęć z zakresu terapii pedagogicznej. </w:t>
            </w:r>
          </w:p>
        </w:tc>
      </w:tr>
      <w:tr w:rsidR="0085747A" w:rsidRPr="00B169DF" w14:paraId="5E18F87D" w14:textId="77777777" w:rsidTr="00923D7D">
        <w:tc>
          <w:tcPr>
            <w:tcW w:w="9639" w:type="dxa"/>
          </w:tcPr>
          <w:p w14:paraId="3437DCA8" w14:textId="77777777" w:rsidR="0085747A" w:rsidRPr="00B169DF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Terapia pedagogiczna w pracy z z</w:t>
            </w:r>
            <w:r w:rsidRPr="00C9221D">
              <w:rPr>
                <w:rFonts w:ascii="Corbel" w:hAnsi="Corbel"/>
                <w:sz w:val="24"/>
                <w:szCs w:val="24"/>
              </w:rPr>
              <w:t>achowania</w:t>
            </w:r>
            <w:r>
              <w:rPr>
                <w:rFonts w:ascii="Corbel" w:hAnsi="Corbel"/>
                <w:sz w:val="24"/>
                <w:szCs w:val="24"/>
              </w:rPr>
              <w:t>mi aspołecznymi, dziećmi niestabilnymi emocjonalnie, konfliktowymi, agresywnymi, biernymi społecznie, nadpobudliwymi.</w:t>
            </w:r>
          </w:p>
        </w:tc>
      </w:tr>
      <w:tr w:rsidR="00DF0856" w:rsidRPr="00B169DF" w14:paraId="00BBE6C5" w14:textId="77777777" w:rsidTr="00923D7D">
        <w:tc>
          <w:tcPr>
            <w:tcW w:w="9639" w:type="dxa"/>
          </w:tcPr>
          <w:p w14:paraId="7F01BCFB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trudnościami w relacjach interpersonalnych i komunikacji wewnątrzgrupowej (także komunikacji z nauczycielem, rodzicami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0856" w:rsidRPr="00B169DF" w14:paraId="20E9686F" w14:textId="77777777" w:rsidTr="00923D7D">
        <w:tc>
          <w:tcPr>
            <w:tcW w:w="9639" w:type="dxa"/>
          </w:tcPr>
          <w:p w14:paraId="4390B12A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zaburzonym obrazem własnej osoby, a także dzieciom z problemem dysleksji i innych zaburzeń związanych z procesem uczenia się.</w:t>
            </w:r>
          </w:p>
        </w:tc>
      </w:tr>
    </w:tbl>
    <w:p w14:paraId="355836E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F07D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1BDD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1EC88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>Metody dydaktyczne: podające, problemowe, eksponujące, praktyczne; m.in. praca w grupach, praca w parach, ćw</w:t>
      </w:r>
      <w:r w:rsidR="005402B4">
        <w:rPr>
          <w:rFonts w:ascii="Corbel" w:hAnsi="Corbel"/>
          <w:b w:val="0"/>
          <w:smallCaps w:val="0"/>
          <w:szCs w:val="24"/>
        </w:rPr>
        <w:t>iczenia indywidualne, dyskusja</w:t>
      </w:r>
      <w:r>
        <w:rPr>
          <w:rFonts w:ascii="Corbel" w:hAnsi="Corbel"/>
          <w:b w:val="0"/>
          <w:smallCaps w:val="0"/>
          <w:szCs w:val="24"/>
        </w:rPr>
        <w:t>, metoda projektów.</w:t>
      </w:r>
    </w:p>
    <w:p w14:paraId="25DBF2AD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1F9A574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14CF50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602B7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47047A0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278A55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6B9069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E8FE084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A4EFA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28AF9B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4FECA6F" w14:textId="77777777" w:rsidTr="00C05F44">
        <w:tc>
          <w:tcPr>
            <w:tcW w:w="1985" w:type="dxa"/>
            <w:vAlign w:val="center"/>
          </w:tcPr>
          <w:p w14:paraId="489ABAB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FA0B7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97DB2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5BE72A8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36415FA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1871AF8" w14:textId="77777777" w:rsidTr="00C05F44">
        <w:tc>
          <w:tcPr>
            <w:tcW w:w="1985" w:type="dxa"/>
          </w:tcPr>
          <w:p w14:paraId="3DA8AC1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</w:tcPr>
          <w:p w14:paraId="0ADF9953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F09AEE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5B88E1B" w14:textId="77777777" w:rsidTr="00C05F44">
        <w:tc>
          <w:tcPr>
            <w:tcW w:w="1985" w:type="dxa"/>
          </w:tcPr>
          <w:p w14:paraId="67229A7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58DE476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F82530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1A1DD83" w14:textId="77777777" w:rsidTr="00C05F44">
        <w:tc>
          <w:tcPr>
            <w:tcW w:w="1985" w:type="dxa"/>
          </w:tcPr>
          <w:p w14:paraId="74309C1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E108FB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5F224A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EFC4AA1" w14:textId="77777777" w:rsidTr="00C05F44">
        <w:tc>
          <w:tcPr>
            <w:tcW w:w="1985" w:type="dxa"/>
          </w:tcPr>
          <w:p w14:paraId="79BBBBE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223D061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2FDD5B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E40A517" w14:textId="77777777" w:rsidTr="00C05F44">
        <w:tc>
          <w:tcPr>
            <w:tcW w:w="1985" w:type="dxa"/>
          </w:tcPr>
          <w:p w14:paraId="2FC8067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7ABCB95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04ADE54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53D18B3C" w14:textId="77777777" w:rsidTr="00C05F44">
        <w:tc>
          <w:tcPr>
            <w:tcW w:w="1985" w:type="dxa"/>
          </w:tcPr>
          <w:p w14:paraId="310A18D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6B68578E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CF3E62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28D75C8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692A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C359738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A39C6A3" w14:textId="77777777" w:rsidTr="00923D7D">
        <w:tc>
          <w:tcPr>
            <w:tcW w:w="9670" w:type="dxa"/>
          </w:tcPr>
          <w:p w14:paraId="1E6C6A1B" w14:textId="638322FE" w:rsidR="00BD2413" w:rsidRPr="00291042" w:rsidRDefault="005402B4" w:rsidP="00BD24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bookmarkStart w:id="0" w:name="_GoBack"/>
            <w:bookmarkEnd w:id="0"/>
            <w:r w:rsidR="006E50D1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402F3FB6" w14:textId="77777777" w:rsidR="00BD2413" w:rsidRPr="00291042" w:rsidRDefault="00BD2413" w:rsidP="00BD24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="006E50D1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E50D1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(maksymalnie 15 punktów, minimum do zaliczenia 8 pkt.); analizowane kryteria oceny:</w:t>
            </w:r>
          </w:p>
          <w:p w14:paraId="6FAC01E8" w14:textId="77777777" w:rsidR="00BD2413" w:rsidRPr="00291042" w:rsidRDefault="006E50D1" w:rsidP="00BD24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34D2047D" w14:textId="77777777" w:rsidR="00BD2413" w:rsidRPr="00291042" w:rsidRDefault="00BD2413" w:rsidP="00BD24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7802F5C4" w14:textId="77777777" w:rsidR="00BD2413" w:rsidRPr="00291042" w:rsidRDefault="00BD2413" w:rsidP="00BD24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49B4F8C" w14:textId="77777777" w:rsidR="00BD2413" w:rsidRPr="00291042" w:rsidRDefault="00BD2413" w:rsidP="00BD24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754784B3" w14:textId="77777777" w:rsidR="00BD2413" w:rsidRPr="00291042" w:rsidRDefault="00BD2413" w:rsidP="00BD24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53BAB4DF" w14:textId="77777777" w:rsidR="00291042" w:rsidRPr="00291042" w:rsidRDefault="00BD2413" w:rsidP="00BD24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6E50D1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6E50D1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</w:p>
          <w:p w14:paraId="015AFA1C" w14:textId="544CB945" w:rsidR="006B6893" w:rsidRPr="008134C5" w:rsidRDefault="006B6893" w:rsidP="00BD2413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586131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11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F1669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5384197" w14:textId="77777777" w:rsidTr="003E1941">
        <w:tc>
          <w:tcPr>
            <w:tcW w:w="4962" w:type="dxa"/>
            <w:vAlign w:val="center"/>
          </w:tcPr>
          <w:p w14:paraId="66F9372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C6730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E9457E2" w14:textId="77777777" w:rsidTr="00923D7D">
        <w:tc>
          <w:tcPr>
            <w:tcW w:w="4962" w:type="dxa"/>
          </w:tcPr>
          <w:p w14:paraId="4A391A7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B94B8F" w14:textId="77777777" w:rsidR="0085747A" w:rsidRPr="00B169DF" w:rsidRDefault="00463B7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12C5DA7F" w14:textId="77777777" w:rsidTr="00923D7D">
        <w:tc>
          <w:tcPr>
            <w:tcW w:w="4962" w:type="dxa"/>
          </w:tcPr>
          <w:p w14:paraId="7BFC560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A7C93E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490F0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438EB0" w14:textId="77777777" w:rsidR="00C61DC5" w:rsidRPr="00B169DF" w:rsidRDefault="00463B7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14:paraId="42A44EEE" w14:textId="77777777" w:rsidTr="00923D7D">
        <w:tc>
          <w:tcPr>
            <w:tcW w:w="4962" w:type="dxa"/>
          </w:tcPr>
          <w:p w14:paraId="4B5BE47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F58C17D" w14:textId="77777777" w:rsidR="00C61DC5" w:rsidRPr="00B169DF" w:rsidRDefault="00C61DC5" w:rsidP="0049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0F09">
              <w:rPr>
                <w:rFonts w:ascii="Corbel" w:hAnsi="Corbel"/>
                <w:sz w:val="24"/>
                <w:szCs w:val="24"/>
              </w:rPr>
              <w:t xml:space="preserve">kolokwium 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2B038F7C" w14:textId="3CA59C4F" w:rsidR="00C61DC5" w:rsidRPr="00FB2D25" w:rsidRDefault="008F774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B2D25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1F8A39BC" w14:textId="77777777" w:rsidTr="00923D7D">
        <w:tc>
          <w:tcPr>
            <w:tcW w:w="4962" w:type="dxa"/>
          </w:tcPr>
          <w:p w14:paraId="3474D3D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F058C5" w14:textId="2182B49F" w:rsidR="0085747A" w:rsidRPr="00FB2D25" w:rsidRDefault="008F774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B2D2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5A8F5C7C" w14:textId="77777777" w:rsidTr="00923D7D">
        <w:tc>
          <w:tcPr>
            <w:tcW w:w="4962" w:type="dxa"/>
          </w:tcPr>
          <w:p w14:paraId="14D5B5A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A7345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DBDAA9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60688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6C26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8ADE96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15D497F4" w14:textId="77777777" w:rsidTr="0071620A">
        <w:trPr>
          <w:trHeight w:val="397"/>
        </w:trPr>
        <w:tc>
          <w:tcPr>
            <w:tcW w:w="3544" w:type="dxa"/>
          </w:tcPr>
          <w:p w14:paraId="12E0D0E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BB8470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CDC9816" w14:textId="77777777" w:rsidTr="0071620A">
        <w:trPr>
          <w:trHeight w:val="397"/>
        </w:trPr>
        <w:tc>
          <w:tcPr>
            <w:tcW w:w="3544" w:type="dxa"/>
          </w:tcPr>
          <w:p w14:paraId="17D628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D343C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C37F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0F6B5C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2966E1A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D7914AB" w14:textId="77777777" w:rsidTr="0071620A">
        <w:trPr>
          <w:trHeight w:val="397"/>
        </w:trPr>
        <w:tc>
          <w:tcPr>
            <w:tcW w:w="7513" w:type="dxa"/>
          </w:tcPr>
          <w:p w14:paraId="100AD8CE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C92932" w14:textId="77777777" w:rsidR="00EF4E67" w:rsidRDefault="00EF4E67" w:rsidP="00EF4E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Balejko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Zińczuk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Terapia pedagogiczna w teorii i praktyce. Białystok 2006, Wydawnictwo „Logopeda Radzi”.</w:t>
            </w:r>
          </w:p>
          <w:p w14:paraId="2827BE86" w14:textId="77777777" w:rsidR="00EF4E67" w:rsidRDefault="00EF4E67" w:rsidP="00EF4E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Dąbrowska-Jabłońska M.(red.): Terapia dzieci i młodzieży: metody i techniki pracy psychopedagogicznej.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76EE8621" w14:textId="77777777" w:rsidR="00EF4E67" w:rsidRDefault="00EF4E67" w:rsidP="00EF4E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Włodek-Chronowska J.(red.): Terapia pedagogiczna. Kraków 2000</w:t>
            </w:r>
          </w:p>
          <w:p w14:paraId="75C18E32" w14:textId="0AFA34BF" w:rsidR="007340C4" w:rsidRPr="005402B4" w:rsidRDefault="00EF4E67" w:rsidP="00EF4E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Giermakowska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Terapia pedagogiczna. W: W. Pilecka i M. Rutkowski (red.), Dziecko ze specjalnymi potrzebami edukacyjnymi w drodze ku dorosłości.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Impuls. s. 438-452.</w:t>
            </w:r>
          </w:p>
        </w:tc>
      </w:tr>
      <w:tr w:rsidR="0085747A" w:rsidRPr="00B169DF" w14:paraId="6F86BB05" w14:textId="77777777" w:rsidTr="0071620A">
        <w:trPr>
          <w:trHeight w:val="397"/>
        </w:trPr>
        <w:tc>
          <w:tcPr>
            <w:tcW w:w="7513" w:type="dxa"/>
          </w:tcPr>
          <w:p w14:paraId="491AAB61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5402B4">
              <w:rPr>
                <w:rFonts w:ascii="Corbel" w:hAnsi="Corbel"/>
                <w:smallCaps w:val="0"/>
                <w:szCs w:val="24"/>
              </w:rPr>
              <w:t>uzupełniająca:</w:t>
            </w:r>
          </w:p>
          <w:p w14:paraId="2A52CD1B" w14:textId="77777777" w:rsidR="008134C5" w:rsidRDefault="008134C5" w:rsidP="00813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Cytowska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Winczura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(red.): Dziecko z zaburzeniami w rozwoju. Kraków 2006, “IMPULS </w:t>
            </w:r>
          </w:p>
          <w:p w14:paraId="45935A61" w14:textId="77777777" w:rsidR="008134C5" w:rsidRDefault="008134C5" w:rsidP="008134C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Dąbrowska M.,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Rozesłaniec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M.: Korygowanie zaburzeń zachowania u dzieci nadpobudliwych psychoruchowo i agresywnych w grupie socjometrycznej. Toruń 2004</w:t>
            </w:r>
          </w:p>
          <w:p w14:paraId="40FF0DBC" w14:textId="77777777" w:rsidR="008134C5" w:rsidRDefault="008134C5" w:rsidP="008134C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Bogdanowicz, M.,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 specyficznych trudności w czytaniu i pisaniu: dysleksji, dysortografii i dysgrafii.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Harmonia </w:t>
            </w:r>
            <w:proofErr w:type="spellStart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Universalis</w:t>
            </w:r>
            <w:proofErr w:type="spellEnd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50F0C59" w14:textId="77777777" w:rsidR="00EF4E67" w:rsidRDefault="00EF4E67" w:rsidP="00EF4E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Gładyszewska -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Wspomaganie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rozwoju dzieci nieśmiałych poprzez wizualizację i inne techniki arteterapii.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EF6F1F" w14:textId="3099B7B1" w:rsidR="00F629B3" w:rsidRPr="005402B4" w:rsidRDefault="00EF4E67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Konieczna E.J. : Arteterapia w teorii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raktyce. Kraków 2003, “IMPULS”.</w:t>
            </w:r>
          </w:p>
        </w:tc>
      </w:tr>
    </w:tbl>
    <w:p w14:paraId="1EC1A8F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B4F1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96E766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E433F" w14:textId="77777777" w:rsidR="006E50D1" w:rsidRDefault="006E50D1" w:rsidP="00C16ABF">
      <w:pPr>
        <w:spacing w:after="0" w:line="240" w:lineRule="auto"/>
      </w:pPr>
      <w:r>
        <w:separator/>
      </w:r>
    </w:p>
  </w:endnote>
  <w:endnote w:type="continuationSeparator" w:id="0">
    <w:p w14:paraId="1BFFA259" w14:textId="77777777" w:rsidR="006E50D1" w:rsidRDefault="006E50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8663A" w14:textId="77777777" w:rsidR="006E50D1" w:rsidRDefault="006E50D1" w:rsidP="00C16ABF">
      <w:pPr>
        <w:spacing w:after="0" w:line="240" w:lineRule="auto"/>
      </w:pPr>
      <w:r>
        <w:separator/>
      </w:r>
    </w:p>
  </w:footnote>
  <w:footnote w:type="continuationSeparator" w:id="0">
    <w:p w14:paraId="4D2A43FB" w14:textId="77777777" w:rsidR="006E50D1" w:rsidRDefault="006E50D1" w:rsidP="00C16ABF">
      <w:pPr>
        <w:spacing w:after="0" w:line="240" w:lineRule="auto"/>
      </w:pPr>
      <w:r>
        <w:continuationSeparator/>
      </w:r>
    </w:p>
  </w:footnote>
  <w:footnote w:id="1">
    <w:p w14:paraId="30DAD8C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768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0EF"/>
    <w:rsid w:val="00096C46"/>
    <w:rsid w:val="000A0836"/>
    <w:rsid w:val="000A296F"/>
    <w:rsid w:val="000A2A28"/>
    <w:rsid w:val="000A3CDF"/>
    <w:rsid w:val="000B0911"/>
    <w:rsid w:val="000B192D"/>
    <w:rsid w:val="000B28EE"/>
    <w:rsid w:val="000B3E37"/>
    <w:rsid w:val="000D04B0"/>
    <w:rsid w:val="000F1C57"/>
    <w:rsid w:val="000F5615"/>
    <w:rsid w:val="000F7D07"/>
    <w:rsid w:val="001045A1"/>
    <w:rsid w:val="00124BFF"/>
    <w:rsid w:val="0012560E"/>
    <w:rsid w:val="00127108"/>
    <w:rsid w:val="00134B13"/>
    <w:rsid w:val="00143F6D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3DD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B70"/>
    <w:rsid w:val="004652C2"/>
    <w:rsid w:val="004706D1"/>
    <w:rsid w:val="00471326"/>
    <w:rsid w:val="0047598D"/>
    <w:rsid w:val="004840FD"/>
    <w:rsid w:val="00490F09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02B4"/>
    <w:rsid w:val="00543ACC"/>
    <w:rsid w:val="005553D7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0D1"/>
    <w:rsid w:val="006E5D65"/>
    <w:rsid w:val="006F0B51"/>
    <w:rsid w:val="006F1001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191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58B"/>
    <w:rsid w:val="007C3299"/>
    <w:rsid w:val="007C3BCC"/>
    <w:rsid w:val="007C4546"/>
    <w:rsid w:val="007D6E56"/>
    <w:rsid w:val="007F3A0A"/>
    <w:rsid w:val="007F4155"/>
    <w:rsid w:val="008134C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8F7748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656B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413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221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A36FB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E67"/>
    <w:rsid w:val="00F070AB"/>
    <w:rsid w:val="00F17567"/>
    <w:rsid w:val="00F27A7B"/>
    <w:rsid w:val="00F511DB"/>
    <w:rsid w:val="00F526AF"/>
    <w:rsid w:val="00F617C3"/>
    <w:rsid w:val="00F61A26"/>
    <w:rsid w:val="00F629B3"/>
    <w:rsid w:val="00F7066B"/>
    <w:rsid w:val="00F738E8"/>
    <w:rsid w:val="00F83B28"/>
    <w:rsid w:val="00F843FA"/>
    <w:rsid w:val="00F974DA"/>
    <w:rsid w:val="00FA46E5"/>
    <w:rsid w:val="00FB2D2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1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19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191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19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19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7BE63-574D-449A-8542-4851FD7C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2023-06-11T15:17:00Z</dcterms:created>
  <dcterms:modified xsi:type="dcterms:W3CDTF">2024-09-19T15:08:00Z</dcterms:modified>
</cp:coreProperties>
</file>